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464111DC" w:rsidR="00A301E0" w:rsidRPr="00536741" w:rsidRDefault="006278BA" w:rsidP="00536741">
            <w:pPr>
              <w:pStyle w:val="SISSCODE"/>
            </w:pPr>
            <w:r>
              <w:t>S</w:t>
            </w:r>
            <w:r w:rsidR="005B03A9">
              <w:t>F</w:t>
            </w:r>
            <w:r>
              <w:t>I</w:t>
            </w:r>
            <w:r w:rsidR="005B03A9">
              <w:t>SS</w:t>
            </w:r>
            <w:bookmarkStart w:id="0" w:name="_GoBack"/>
            <w:bookmarkEnd w:id="0"/>
            <w:r w:rsidR="00866F8E">
              <w:t>XXX</w:t>
            </w:r>
            <w:r w:rsidR="005B03A9">
              <w:t>20</w:t>
            </w:r>
          </w:p>
        </w:tc>
        <w:tc>
          <w:tcPr>
            <w:tcW w:w="3604" w:type="pct"/>
            <w:shd w:val="clear" w:color="auto" w:fill="auto"/>
          </w:tcPr>
          <w:p w14:paraId="60DDD117" w14:textId="6C0E2820" w:rsidR="00A301E0" w:rsidRPr="00536741" w:rsidRDefault="006278BA" w:rsidP="00536741">
            <w:pPr>
              <w:pStyle w:val="SISStitle"/>
            </w:pPr>
            <w:r>
              <w:t xml:space="preserve">Introduction to Working </w:t>
            </w:r>
            <w:r w:rsidR="00993C2D">
              <w:t>with</w:t>
            </w:r>
            <w:r>
              <w:t xml:space="preserve"> Crocodiles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3DCF4FF7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commence working with crocodiles in a farming capacity and/or in Australia waterways.  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11D470A2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4B2DF5">
              <w:t>provide credit towards 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A7A9BFB" w14:textId="06439F7D" w:rsidR="00DB557A" w:rsidRPr="00536741" w:rsidRDefault="00866F8E" w:rsidP="00536741">
            <w:pPr>
              <w:pStyle w:val="SIBulletList1"/>
            </w:pPr>
            <w:r>
              <w:t>SFICRO2X1 Prepare to work with crocodiles</w:t>
            </w:r>
          </w:p>
          <w:p w14:paraId="4CBEE9B0" w14:textId="5926C688" w:rsidR="00DB557A" w:rsidRPr="00536741" w:rsidRDefault="00866F8E" w:rsidP="00536741">
            <w:pPr>
              <w:pStyle w:val="SIBulletList1"/>
            </w:pPr>
            <w:r>
              <w:t>SFIAQU101 Carry out basic aquaculture activities</w:t>
            </w:r>
          </w:p>
          <w:p w14:paraId="5317E85E" w14:textId="400A455D" w:rsidR="00DB557A" w:rsidRPr="00536741" w:rsidRDefault="00866F8E" w:rsidP="00536741">
            <w:pPr>
              <w:pStyle w:val="SIBulletList1"/>
            </w:pPr>
            <w:r>
              <w:t>SFIPRO104 Work with knives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772CB42" w14:textId="6576BBE2" w:rsidR="001D2756" w:rsidRDefault="006A1D6C" w:rsidP="00536741">
            <w:pPr>
              <w:pStyle w:val="SIText"/>
            </w:pPr>
            <w:r>
              <w:t>This skill set is for</w:t>
            </w:r>
            <w:r w:rsidR="004B2DF5">
              <w:t xml:space="preserve"> individuals who are introduced to working with or in the proximity of crocodiles.</w:t>
            </w:r>
          </w:p>
          <w:p w14:paraId="0EAA8D93" w14:textId="77777777" w:rsidR="0016138C" w:rsidRPr="00536741" w:rsidRDefault="0016138C" w:rsidP="004B2DF5">
            <w:pPr>
              <w:pStyle w:val="SIText"/>
            </w:pP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5503DF6E" w14:textId="22D48635" w:rsidR="004B2DF5" w:rsidRPr="004B2DF5" w:rsidRDefault="004B2DF5" w:rsidP="004B2DF5">
            <w:pPr>
              <w:rPr>
                <w:lang w:eastAsia="en-US"/>
              </w:rPr>
            </w:pPr>
            <w:r>
              <w:t xml:space="preserve">These competencies from the SFI Seafood Industry Training Package meet the industry requirements for working with crocodiles at an introductory level.   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A541E" w14:textId="77777777" w:rsidR="00524B95" w:rsidRDefault="00524B95" w:rsidP="00BF3F0A">
      <w:r>
        <w:separator/>
      </w:r>
    </w:p>
    <w:p w14:paraId="0009DBC5" w14:textId="77777777" w:rsidR="00524B95" w:rsidRDefault="00524B95"/>
  </w:endnote>
  <w:endnote w:type="continuationSeparator" w:id="0">
    <w:p w14:paraId="6DFA05B0" w14:textId="77777777" w:rsidR="00524B95" w:rsidRDefault="00524B95" w:rsidP="00BF3F0A">
      <w:r>
        <w:continuationSeparator/>
      </w:r>
    </w:p>
    <w:p w14:paraId="2BB92E50" w14:textId="77777777" w:rsidR="00524B95" w:rsidRDefault="00524B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37E97" w14:textId="77777777" w:rsidR="00524B95" w:rsidRDefault="00524B95" w:rsidP="00BF3F0A">
      <w:r>
        <w:separator/>
      </w:r>
    </w:p>
    <w:p w14:paraId="539C5141" w14:textId="77777777" w:rsidR="00524B95" w:rsidRDefault="00524B95"/>
  </w:footnote>
  <w:footnote w:type="continuationSeparator" w:id="0">
    <w:p w14:paraId="48DE2C78" w14:textId="77777777" w:rsidR="00524B95" w:rsidRDefault="00524B95" w:rsidP="00BF3F0A">
      <w:r>
        <w:continuationSeparator/>
      </w:r>
    </w:p>
    <w:p w14:paraId="0E5CCBE4" w14:textId="77777777" w:rsidR="00524B95" w:rsidRDefault="00524B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4E10A30A" w:rsidR="009C2650" w:rsidRDefault="00866F8E">
    <w:r w:rsidRPr="00866F8E">
      <w:t>S</w:t>
    </w:r>
    <w:r w:rsidR="005B03A9">
      <w:t>F</w:t>
    </w:r>
    <w:r w:rsidRPr="00866F8E">
      <w:t>I</w:t>
    </w:r>
    <w:r w:rsidR="005B03A9">
      <w:t>SS</w:t>
    </w:r>
    <w:r>
      <w:t>XXX</w:t>
    </w:r>
    <w:r w:rsidR="005B03A9">
      <w:t>20</w:t>
    </w:r>
    <w:r w:rsidRPr="00866F8E">
      <w:t xml:space="preserve"> Introduction to Working with Crocodiles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B95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03A9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87D51-B82E-4359-972A-FFCB30A71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terms/"/>
    <ds:schemaRef ds:uri="2d54921e-ee0f-49d3-9073-a54df1d0eb34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717E0B-0FF8-4251-BBEA-46EC2428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3</cp:revision>
  <cp:lastPrinted>2016-05-27T05:21:00Z</cp:lastPrinted>
  <dcterms:created xsi:type="dcterms:W3CDTF">2020-01-24T07:00:00Z</dcterms:created>
  <dcterms:modified xsi:type="dcterms:W3CDTF">2020-02-03T03:37:00Z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